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9041" w14:textId="77777777" w:rsidR="00775299" w:rsidRPr="00B169DF" w:rsidRDefault="00997F14" w:rsidP="0077529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775299" w:rsidRPr="00336D0E">
        <w:rPr>
          <w:rFonts w:ascii="Corbel" w:hAnsi="Corbel"/>
          <w:bCs/>
          <w:i/>
        </w:rPr>
        <w:t>Załącznik nr 1.5 do Zarządzenia Rektora UR nr 61/2025</w:t>
      </w:r>
    </w:p>
    <w:p w14:paraId="4D11CB47" w14:textId="77777777" w:rsidR="00775299" w:rsidRPr="00B169DF" w:rsidRDefault="00775299" w:rsidP="00775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EB04F70" w14:textId="77777777" w:rsidR="00775299" w:rsidRPr="00B169DF" w:rsidRDefault="00775299" w:rsidP="007752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CE46411" w14:textId="77777777" w:rsidR="00775299" w:rsidRPr="00B169DF" w:rsidRDefault="00775299" w:rsidP="007752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0DF94A0" w14:textId="77777777" w:rsidR="00775299" w:rsidRPr="00B169DF" w:rsidRDefault="00775299" w:rsidP="00775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1E298846" w14:textId="0C559DA9" w:rsidR="0085747A" w:rsidRPr="00B169DF" w:rsidRDefault="0085747A" w:rsidP="007752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775299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7C759DAD" w:rsidR="0085747A" w:rsidRPr="00B169DF" w:rsidRDefault="008B6D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</w:t>
            </w:r>
          </w:p>
        </w:tc>
      </w:tr>
      <w:tr w:rsidR="0085747A" w:rsidRPr="00B169DF" w14:paraId="50449669" w14:textId="77777777" w:rsidTr="00775299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5299" w:rsidRPr="00B169DF" w14:paraId="3BBAAF04" w14:textId="77777777" w:rsidTr="00775299">
        <w:tc>
          <w:tcPr>
            <w:tcW w:w="2694" w:type="dxa"/>
            <w:vAlign w:val="center"/>
          </w:tcPr>
          <w:p w14:paraId="724B1CBF" w14:textId="77777777" w:rsidR="00775299" w:rsidRPr="00B169DF" w:rsidRDefault="00775299" w:rsidP="007752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29B26C63" w:rsidR="00775299" w:rsidRPr="00B169DF" w:rsidRDefault="00775299" w:rsidP="007752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75299" w:rsidRPr="00B169DF" w14:paraId="7ADB698E" w14:textId="77777777" w:rsidTr="00775299">
        <w:tc>
          <w:tcPr>
            <w:tcW w:w="2694" w:type="dxa"/>
            <w:vAlign w:val="center"/>
          </w:tcPr>
          <w:p w14:paraId="03D9071F" w14:textId="77777777" w:rsidR="00775299" w:rsidRPr="00B169DF" w:rsidRDefault="00775299" w:rsidP="007752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1EDEE567" w:rsidR="00775299" w:rsidRPr="00B169DF" w:rsidRDefault="00775299" w:rsidP="007752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775299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5075DFE4" w:rsidR="0085747A" w:rsidRPr="00B169DF" w:rsidRDefault="008B6D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775299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551AFE9A" w:rsidR="0085747A" w:rsidRPr="00B169DF" w:rsidRDefault="008B6D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169DF" w14:paraId="23A688AE" w14:textId="77777777" w:rsidTr="00775299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2ED4064D" w:rsidR="0085747A" w:rsidRPr="00B169DF" w:rsidRDefault="008B6D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775299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22706A5" w:rsidR="0085747A" w:rsidRPr="00B169DF" w:rsidRDefault="008B6D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775299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1CACD3F3" w:rsidR="0085747A" w:rsidRPr="00B169DF" w:rsidRDefault="008B6D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 semestr I</w:t>
            </w:r>
          </w:p>
        </w:tc>
      </w:tr>
      <w:tr w:rsidR="0085747A" w:rsidRPr="00B169DF" w14:paraId="4F3BFCBC" w14:textId="77777777" w:rsidTr="00775299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02283E38" w:rsidR="0085747A" w:rsidRPr="00B169DF" w:rsidRDefault="00C273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34DA5F" w14:textId="77777777" w:rsidTr="00775299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48B5AA4F" w:rsidR="00923D7D" w:rsidRPr="00B169DF" w:rsidRDefault="00D137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775299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031955E8" w:rsidR="0085747A" w:rsidRPr="00B169DF" w:rsidRDefault="00D137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751">
              <w:rPr>
                <w:rFonts w:ascii="Corbel" w:hAnsi="Corbel"/>
                <w:b w:val="0"/>
                <w:sz w:val="24"/>
                <w:szCs w:val="24"/>
              </w:rPr>
              <w:t>dr Włodzimierz Zięba</w:t>
            </w:r>
          </w:p>
        </w:tc>
      </w:tr>
      <w:tr w:rsidR="0085747A" w:rsidRPr="00B169DF" w14:paraId="7C5E489D" w14:textId="77777777" w:rsidTr="00775299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6364B397" w:rsidR="0085747A" w:rsidRPr="00B169DF" w:rsidRDefault="00D137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751">
              <w:rPr>
                <w:rFonts w:ascii="Corbel" w:hAnsi="Corbel"/>
                <w:b w:val="0"/>
                <w:sz w:val="24"/>
                <w:szCs w:val="24"/>
              </w:rPr>
              <w:t>Włodzimierz Zięba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5CE7A097" w:rsidR="00015B8F" w:rsidRPr="00B169DF" w:rsidRDefault="00C273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1B1710E2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5EEF7715" w:rsidR="00015B8F" w:rsidRPr="00B169DF" w:rsidRDefault="00EA6A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038F7081" w:rsidR="00015B8F" w:rsidRPr="00B169DF" w:rsidRDefault="00C273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C273D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298A2824" w:rsidR="0085747A" w:rsidRPr="00B169DF" w:rsidRDefault="00C273D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273DF" w:rsidRPr="00B169DF" w14:paraId="1AC7C70C" w14:textId="77777777" w:rsidTr="006B6F20">
        <w:tc>
          <w:tcPr>
            <w:tcW w:w="845" w:type="dxa"/>
            <w:vAlign w:val="center"/>
          </w:tcPr>
          <w:p w14:paraId="478F67C2" w14:textId="77777777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9CA557D" w14:textId="6C9AE9C6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dotyczącej metodologii badań</w:t>
            </w:r>
          </w:p>
        </w:tc>
        <w:tc>
          <w:tcPr>
            <w:tcW w:w="8675" w:type="dxa"/>
            <w:vAlign w:val="center"/>
          </w:tcPr>
          <w:p w14:paraId="638C5C8F" w14:textId="30F74978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73DF" w:rsidRPr="00B169DF" w14:paraId="57A412CE" w14:textId="77777777" w:rsidTr="006B6F20">
        <w:tc>
          <w:tcPr>
            <w:tcW w:w="845" w:type="dxa"/>
            <w:vAlign w:val="center"/>
          </w:tcPr>
          <w:p w14:paraId="7D2BDCD1" w14:textId="7D23F5ED" w:rsidR="00C273DF" w:rsidRPr="00F561A2" w:rsidRDefault="00F561A2" w:rsidP="00C273D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3023343E" w14:textId="4D60789A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Uwrażliwienie na specyfikę </w:t>
            </w:r>
            <w:r w:rsidR="00F561A2">
              <w:rPr>
                <w:rFonts w:ascii="Corbel" w:hAnsi="Corbel"/>
                <w:b w:val="0"/>
                <w:sz w:val="24"/>
                <w:szCs w:val="24"/>
              </w:rPr>
              <w:t xml:space="preserve">badań w dyscyplinach humanistycznych, w tym </w:t>
            </w:r>
            <w:r>
              <w:rPr>
                <w:rFonts w:ascii="Corbel" w:hAnsi="Corbel"/>
                <w:b w:val="0"/>
                <w:sz w:val="24"/>
                <w:szCs w:val="24"/>
              </w:rPr>
              <w:t>komunikacji międzykulturowej</w:t>
            </w:r>
          </w:p>
        </w:tc>
        <w:tc>
          <w:tcPr>
            <w:tcW w:w="8675" w:type="dxa"/>
            <w:vAlign w:val="center"/>
          </w:tcPr>
          <w:p w14:paraId="16C32661" w14:textId="023E6E89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73DF" w:rsidRPr="00B169DF" w14:paraId="01C73F14" w14:textId="77777777" w:rsidTr="006B6F20">
        <w:tc>
          <w:tcPr>
            <w:tcW w:w="845" w:type="dxa"/>
            <w:vAlign w:val="center"/>
          </w:tcPr>
          <w:p w14:paraId="4C72522F" w14:textId="3A596DF2" w:rsidR="00C273DF" w:rsidRPr="00B169DF" w:rsidRDefault="00F561A2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35CF8" w14:textId="4A169338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dotyczącej technik pracy umysłowej</w:t>
            </w:r>
          </w:p>
        </w:tc>
        <w:tc>
          <w:tcPr>
            <w:tcW w:w="8675" w:type="dxa"/>
            <w:vAlign w:val="center"/>
          </w:tcPr>
          <w:p w14:paraId="58C7BDBF" w14:textId="51980A63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73DF" w:rsidRPr="00B169DF" w14:paraId="65DE15BD" w14:textId="77777777" w:rsidTr="006B6F20">
        <w:tc>
          <w:tcPr>
            <w:tcW w:w="845" w:type="dxa"/>
            <w:vAlign w:val="center"/>
          </w:tcPr>
          <w:p w14:paraId="036FB80C" w14:textId="13DBBEA0" w:rsidR="00C273DF" w:rsidRPr="00B169DF" w:rsidRDefault="00F561A2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F45C1A" w14:textId="13F4DE36" w:rsidR="00C273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dotyczącej podstaw samodzielnej pracy badawczej</w:t>
            </w:r>
          </w:p>
        </w:tc>
        <w:tc>
          <w:tcPr>
            <w:tcW w:w="8675" w:type="dxa"/>
            <w:vAlign w:val="center"/>
          </w:tcPr>
          <w:p w14:paraId="0C7E570C" w14:textId="77777777" w:rsidR="00C273DF" w:rsidRPr="00B169DF" w:rsidRDefault="00C273DF" w:rsidP="00C273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C273DF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73DF" w:rsidRPr="00B169DF" w14:paraId="4251E2C5" w14:textId="77777777" w:rsidTr="00C273DF">
        <w:tc>
          <w:tcPr>
            <w:tcW w:w="1681" w:type="dxa"/>
          </w:tcPr>
          <w:p w14:paraId="7C52C841" w14:textId="64495668" w:rsidR="00C273DF" w:rsidRPr="00B169DF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ED94FF1" w14:textId="6C84CE96" w:rsidR="00C273DF" w:rsidRPr="00B169DF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751">
              <w:rPr>
                <w:rFonts w:ascii="Corbel" w:hAnsi="Corbel"/>
                <w:b w:val="0"/>
                <w:smallCaps w:val="0"/>
                <w:szCs w:val="24"/>
              </w:rPr>
              <w:t xml:space="preserve">zna podstawową terminologię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metodologii badań i technologii pracy umysłowej</w:t>
            </w:r>
            <w:r w:rsidRPr="00731751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731751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1DC7A70" w14:textId="3DF64588" w:rsidR="00C273DF" w:rsidRPr="00B169DF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2CB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</w:p>
        </w:tc>
      </w:tr>
      <w:tr w:rsidR="00C273DF" w:rsidRPr="00B169DF" w14:paraId="131594C7" w14:textId="77777777" w:rsidTr="00C273DF">
        <w:tc>
          <w:tcPr>
            <w:tcW w:w="1681" w:type="dxa"/>
          </w:tcPr>
          <w:p w14:paraId="1B1F1472" w14:textId="3DF94E57" w:rsidR="00C273DF" w:rsidRPr="009C54AE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2601F7A" w14:textId="5D1F8913" w:rsidR="00C273DF" w:rsidRPr="00731751" w:rsidRDefault="00C273DF" w:rsidP="00F5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796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autorskiego</w:t>
            </w:r>
            <w:r w:rsidR="00F561A2">
              <w:rPr>
                <w:rFonts w:ascii="Corbel" w:hAnsi="Corbel"/>
                <w:b w:val="0"/>
                <w:smallCaps w:val="0"/>
                <w:szCs w:val="24"/>
              </w:rPr>
              <w:t xml:space="preserve"> (zjawisko plagiatu)</w:t>
            </w:r>
            <w:r w:rsidRPr="00975796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0CA4386E" w14:textId="3492D191" w:rsidR="00C273DF" w:rsidRPr="001E22CB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22C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 w:rsidR="002919D4">
              <w:rPr>
                <w:rFonts w:ascii="Corbel" w:hAnsi="Corbel"/>
                <w:b w:val="0"/>
                <w:bCs/>
                <w:smallCaps w:val="0"/>
                <w:szCs w:val="24"/>
              </w:rPr>
              <w:t>7</w:t>
            </w:r>
          </w:p>
        </w:tc>
      </w:tr>
      <w:tr w:rsidR="00C273DF" w:rsidRPr="00B169DF" w14:paraId="5C3B0ADE" w14:textId="77777777" w:rsidTr="00C273DF">
        <w:tc>
          <w:tcPr>
            <w:tcW w:w="1681" w:type="dxa"/>
          </w:tcPr>
          <w:p w14:paraId="686615E7" w14:textId="601CC103" w:rsidR="00C273DF" w:rsidRPr="009C54AE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F6339E0" w14:textId="16232962" w:rsidR="00C273DF" w:rsidRPr="00F561A2" w:rsidRDefault="00C273DF" w:rsidP="00F5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1A2">
              <w:rPr>
                <w:rFonts w:ascii="Corbel" w:hAnsi="Corbel"/>
                <w:b w:val="0"/>
                <w:szCs w:val="24"/>
              </w:rPr>
              <w:t xml:space="preserve">ma wiedzę o podstawowych  </w:t>
            </w:r>
            <w:r w:rsidR="00F561A2">
              <w:rPr>
                <w:rFonts w:ascii="Corbel" w:hAnsi="Corbel"/>
                <w:b w:val="0"/>
                <w:szCs w:val="24"/>
              </w:rPr>
              <w:t>zasadach samodzielnego przygotowania pracy zaliczeniowej oraz pracy dyplomowej</w:t>
            </w:r>
          </w:p>
        </w:tc>
        <w:tc>
          <w:tcPr>
            <w:tcW w:w="1865" w:type="dxa"/>
          </w:tcPr>
          <w:p w14:paraId="0CB022FD" w14:textId="32979DFF" w:rsidR="00C273DF" w:rsidRPr="001E22CB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22C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 w:rsidR="002919D4">
              <w:rPr>
                <w:rFonts w:ascii="Corbel" w:hAnsi="Corbel"/>
                <w:b w:val="0"/>
                <w:bCs/>
                <w:smallCaps w:val="0"/>
                <w:szCs w:val="24"/>
              </w:rPr>
              <w:t>6</w:t>
            </w:r>
          </w:p>
        </w:tc>
      </w:tr>
      <w:tr w:rsidR="00C273DF" w:rsidRPr="00B169DF" w14:paraId="2506996A" w14:textId="77777777" w:rsidTr="00C273DF">
        <w:tc>
          <w:tcPr>
            <w:tcW w:w="1681" w:type="dxa"/>
          </w:tcPr>
          <w:p w14:paraId="6589A588" w14:textId="09383075" w:rsidR="00C273DF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CA0451F" w14:textId="5F74EF33" w:rsidR="00C273DF" w:rsidRPr="00EC3ADB" w:rsidRDefault="00C273DF" w:rsidP="00C273D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C3ADB">
              <w:rPr>
                <w:rFonts w:ascii="Corbel" w:hAnsi="Corbel"/>
                <w:b w:val="0"/>
                <w:smallCaps w:val="0"/>
                <w:szCs w:val="24"/>
              </w:rPr>
              <w:t>posiada podstawowe umiejętności badawcze, obejmujące formułowanie i  analizę problemów badawczych,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obór metod oraz prezentację wyników</w:t>
            </w:r>
            <w:r w:rsidR="00F561A2">
              <w:rPr>
                <w:rFonts w:ascii="Corbel" w:hAnsi="Corbel"/>
                <w:b w:val="0"/>
                <w:smallCaps w:val="0"/>
                <w:szCs w:val="24"/>
              </w:rPr>
              <w:t>, sporządzanie przypisów, bibliografii</w:t>
            </w:r>
            <w:r w:rsidRPr="00EC3ADB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EC3AD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5B88AAA0" w14:textId="7AC28AC0" w:rsidR="00C273DF" w:rsidRPr="001E22CB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22CB">
              <w:rPr>
                <w:rFonts w:ascii="Corbel" w:hAnsi="Corbel"/>
                <w:b w:val="0"/>
                <w:bCs/>
                <w:smallCaps w:val="0"/>
                <w:szCs w:val="24"/>
              </w:rPr>
              <w:t>K_U02</w:t>
            </w:r>
          </w:p>
        </w:tc>
      </w:tr>
      <w:tr w:rsidR="00C273DF" w:rsidRPr="00B169DF" w14:paraId="2A3EED3A" w14:textId="77777777" w:rsidTr="00C273DF">
        <w:tc>
          <w:tcPr>
            <w:tcW w:w="1681" w:type="dxa"/>
          </w:tcPr>
          <w:p w14:paraId="61593005" w14:textId="4B1F9200" w:rsidR="00C273DF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59417BE" w14:textId="31590273" w:rsidR="00C273DF" w:rsidRPr="00F561A2" w:rsidRDefault="00195FB3" w:rsidP="00D25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D2513C">
              <w:rPr>
                <w:rFonts w:ascii="Corbel" w:hAnsi="Corbel"/>
                <w:b w:val="0"/>
                <w:szCs w:val="24"/>
              </w:rPr>
              <w:t xml:space="preserve">otrafi przygotować od strony technicznej </w:t>
            </w:r>
            <w:r>
              <w:rPr>
                <w:rFonts w:ascii="Corbel" w:hAnsi="Corbel"/>
                <w:b w:val="0"/>
                <w:szCs w:val="24"/>
              </w:rPr>
              <w:t xml:space="preserve"> pracę</w:t>
            </w:r>
            <w:r w:rsidR="00C273DF" w:rsidRPr="00F561A2">
              <w:rPr>
                <w:rFonts w:ascii="Corbel" w:hAnsi="Corbel"/>
                <w:b w:val="0"/>
                <w:szCs w:val="24"/>
              </w:rPr>
              <w:t xml:space="preserve"> z samodzielnym doborem źródeł</w:t>
            </w:r>
          </w:p>
        </w:tc>
        <w:tc>
          <w:tcPr>
            <w:tcW w:w="1865" w:type="dxa"/>
          </w:tcPr>
          <w:p w14:paraId="0D5FAB65" w14:textId="732DD9FC" w:rsidR="00C273DF" w:rsidRPr="001E22CB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22CB">
              <w:rPr>
                <w:rFonts w:ascii="Corbel" w:hAnsi="Corbel"/>
                <w:b w:val="0"/>
                <w:bCs/>
                <w:smallCaps w:val="0"/>
                <w:szCs w:val="24"/>
              </w:rPr>
              <w:t>K_U0</w:t>
            </w:r>
            <w:r w:rsidR="002919D4">
              <w:rPr>
                <w:rFonts w:ascii="Corbel" w:hAnsi="Corbel"/>
                <w:b w:val="0"/>
                <w:bCs/>
                <w:smallCaps w:val="0"/>
                <w:szCs w:val="24"/>
              </w:rPr>
              <w:t>7</w:t>
            </w:r>
          </w:p>
        </w:tc>
      </w:tr>
      <w:tr w:rsidR="00C273DF" w:rsidRPr="00B169DF" w14:paraId="0672CFD3" w14:textId="77777777" w:rsidTr="00C273DF">
        <w:tc>
          <w:tcPr>
            <w:tcW w:w="1681" w:type="dxa"/>
          </w:tcPr>
          <w:p w14:paraId="22C4F516" w14:textId="7D9B97EF" w:rsidR="00C273DF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8FB15E5" w14:textId="5544ACD5" w:rsidR="00C273DF" w:rsidRPr="00F561A2" w:rsidRDefault="00F561A2" w:rsidP="00F561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Potrafi: partycypować w życiu intelektualnym, </w:t>
            </w:r>
            <w:r w:rsidR="00C273DF" w:rsidRPr="00F561A2">
              <w:rPr>
                <w:rFonts w:ascii="Corbel" w:hAnsi="Corbel"/>
                <w:b w:val="0"/>
                <w:szCs w:val="24"/>
              </w:rPr>
              <w:t>korzysta</w:t>
            </w:r>
            <w:r>
              <w:rPr>
                <w:rFonts w:ascii="Corbel" w:hAnsi="Corbel"/>
                <w:b w:val="0"/>
                <w:szCs w:val="24"/>
              </w:rPr>
              <w:t>ć</w:t>
            </w:r>
            <w:r w:rsidR="00C273DF" w:rsidRPr="00F561A2">
              <w:rPr>
                <w:rFonts w:ascii="Corbel" w:hAnsi="Corbel"/>
                <w:b w:val="0"/>
                <w:szCs w:val="24"/>
              </w:rPr>
              <w:t xml:space="preserve"> z  różnych mediów</w:t>
            </w:r>
            <w:r w:rsidR="00C273DF" w:rsidRPr="00F561A2">
              <w:rPr>
                <w:rFonts w:ascii="Corbel" w:hAnsi="Corbel"/>
                <w:b w:val="0"/>
                <w:szCs w:val="24"/>
              </w:rPr>
              <w:tab/>
            </w:r>
            <w:r w:rsidR="00C273DF" w:rsidRPr="00F561A2">
              <w:rPr>
                <w:rFonts w:ascii="Corbel" w:hAnsi="Corbel"/>
                <w:b w:val="0"/>
                <w:szCs w:val="24"/>
              </w:rPr>
              <w:tab/>
              <w:t xml:space="preserve"> </w:t>
            </w:r>
          </w:p>
        </w:tc>
        <w:tc>
          <w:tcPr>
            <w:tcW w:w="1865" w:type="dxa"/>
          </w:tcPr>
          <w:p w14:paraId="5383E847" w14:textId="5DE2436A" w:rsidR="00C273DF" w:rsidRPr="001E22CB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22CB">
              <w:rPr>
                <w:rFonts w:ascii="Corbel" w:hAnsi="Corbel"/>
                <w:b w:val="0"/>
                <w:bCs/>
                <w:smallCaps w:val="0"/>
                <w:szCs w:val="24"/>
              </w:rPr>
              <w:t>K_K06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C273DF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C273DF">
        <w:tc>
          <w:tcPr>
            <w:tcW w:w="9520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273DF" w:rsidRPr="00B169DF" w14:paraId="0C1DBED6" w14:textId="77777777" w:rsidTr="00C273DF">
        <w:tc>
          <w:tcPr>
            <w:tcW w:w="9520" w:type="dxa"/>
          </w:tcPr>
          <w:p w14:paraId="2195D51F" w14:textId="653E9521" w:rsidR="00C273DF" w:rsidRPr="00B169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metodologii – 2</w:t>
            </w:r>
            <w:r w:rsidR="00C273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273DF" w:rsidRPr="00B169DF" w14:paraId="5B030BD5" w14:textId="77777777" w:rsidTr="00C273DF">
        <w:tc>
          <w:tcPr>
            <w:tcW w:w="9520" w:type="dxa"/>
          </w:tcPr>
          <w:p w14:paraId="6C2ED089" w14:textId="106F86B5" w:rsidR="00C273DF" w:rsidRPr="00B169DF" w:rsidRDefault="00C273DF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nauk: kryteria i jej rodzaje </w:t>
            </w:r>
            <w:r w:rsidRPr="002D346A">
              <w:rPr>
                <w:rFonts w:ascii="Corbel" w:hAnsi="Corbel"/>
                <w:sz w:val="24"/>
                <w:szCs w:val="24"/>
              </w:rPr>
              <w:t>–</w:t>
            </w:r>
            <w:r w:rsidR="00F561A2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2D34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273DF" w:rsidRPr="00B169DF" w14:paraId="229F22E4" w14:textId="77777777" w:rsidTr="00C273DF">
        <w:tc>
          <w:tcPr>
            <w:tcW w:w="9520" w:type="dxa"/>
          </w:tcPr>
          <w:p w14:paraId="7AB8E7BC" w14:textId="4E0A4797" w:rsidR="00C273DF" w:rsidRDefault="00C273DF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Logika vs. psychologia badań </w:t>
            </w:r>
            <w:r w:rsidRPr="002D346A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09772E91" w14:textId="77777777" w:rsidTr="00C273DF">
        <w:tc>
          <w:tcPr>
            <w:tcW w:w="9520" w:type="dxa"/>
          </w:tcPr>
          <w:p w14:paraId="0FBAB9D1" w14:textId="231C8FA1" w:rsidR="00C273DF" w:rsidRDefault="00C273DF" w:rsidP="00D25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badań nad </w:t>
            </w:r>
            <w:r w:rsidR="00D2513C">
              <w:rPr>
                <w:rFonts w:ascii="Corbel" w:hAnsi="Corbel"/>
                <w:sz w:val="24"/>
                <w:szCs w:val="24"/>
              </w:rPr>
              <w:t xml:space="preserve">w ramach nauk humanistycznych, w tym </w:t>
            </w:r>
            <w:r>
              <w:rPr>
                <w:rFonts w:ascii="Corbel" w:hAnsi="Corbel"/>
                <w:sz w:val="24"/>
                <w:szCs w:val="24"/>
              </w:rPr>
              <w:t>komunikacj</w:t>
            </w:r>
            <w:r w:rsidR="00D2513C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międzykulturow</w:t>
            </w:r>
            <w:r w:rsidR="00D2513C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46A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6445817C" w14:textId="77777777" w:rsidTr="00C273DF">
        <w:tc>
          <w:tcPr>
            <w:tcW w:w="9520" w:type="dxa"/>
          </w:tcPr>
          <w:p w14:paraId="18ED5794" w14:textId="0618BA54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Heurystyki badawcze </w:t>
            </w:r>
            <w:r w:rsidRPr="002D346A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38C6934C" w14:textId="77777777" w:rsidTr="00C273DF">
        <w:tc>
          <w:tcPr>
            <w:tcW w:w="9520" w:type="dxa"/>
          </w:tcPr>
          <w:p w14:paraId="4A910701" w14:textId="284FF0DC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Technologie pracy naukowej </w:t>
            </w:r>
            <w:r w:rsidRPr="002D346A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08C8BC02" w14:textId="77777777" w:rsidTr="00C273DF">
        <w:tc>
          <w:tcPr>
            <w:tcW w:w="9520" w:type="dxa"/>
          </w:tcPr>
          <w:p w14:paraId="1EDC6984" w14:textId="18BAAC95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metodologiczne tekstu o charakterze naukowym </w:t>
            </w:r>
            <w:r w:rsidRPr="006B6877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20A1224C" w14:textId="77777777" w:rsidTr="00C273DF">
        <w:tc>
          <w:tcPr>
            <w:tcW w:w="9520" w:type="dxa"/>
          </w:tcPr>
          <w:p w14:paraId="5FCB985D" w14:textId="4ACA99AE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problemu badawczego i sporządzenie planu </w:t>
            </w:r>
            <w:r w:rsidRPr="006B6877">
              <w:rPr>
                <w:rFonts w:ascii="Corbel" w:hAnsi="Corbel"/>
                <w:sz w:val="24"/>
                <w:szCs w:val="24"/>
              </w:rPr>
              <w:t>– 2 godz</w:t>
            </w:r>
            <w:r w:rsidR="00DC45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3DF" w:rsidRPr="00B169DF" w14:paraId="595CCF34" w14:textId="77777777" w:rsidTr="00C273DF">
        <w:tc>
          <w:tcPr>
            <w:tcW w:w="9520" w:type="dxa"/>
          </w:tcPr>
          <w:p w14:paraId="376FDC22" w14:textId="09DF34B1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Teza pracy, hipoteza robocza </w:t>
            </w:r>
            <w:r w:rsidRPr="006B6877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3B8329E7" w14:textId="77777777" w:rsidTr="00C273DF">
        <w:tc>
          <w:tcPr>
            <w:tcW w:w="9520" w:type="dxa"/>
          </w:tcPr>
          <w:p w14:paraId="7D583200" w14:textId="3E6D7E50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pracy naukowej </w:t>
            </w:r>
            <w:r w:rsidRPr="006B6877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25ADA1E1" w14:textId="77777777" w:rsidTr="00C273DF">
        <w:tc>
          <w:tcPr>
            <w:tcW w:w="9520" w:type="dxa"/>
          </w:tcPr>
          <w:p w14:paraId="12A6D7B3" w14:textId="5C9A6E51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Przypisy: rola i rodzaje. Bibliografia, indeksy </w:t>
            </w:r>
            <w:r w:rsidRPr="006B6877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68D444DB" w14:textId="77777777" w:rsidTr="00C273DF">
        <w:tc>
          <w:tcPr>
            <w:tcW w:w="9520" w:type="dxa"/>
          </w:tcPr>
          <w:p w14:paraId="728EBC21" w14:textId="37CED227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publikacji naukowych </w:t>
            </w:r>
            <w:r w:rsidRPr="006B6877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="00C273DF" w:rsidRPr="00B169DF" w14:paraId="5F2BAB8A" w14:textId="77777777" w:rsidTr="00C273DF">
        <w:tc>
          <w:tcPr>
            <w:tcW w:w="9520" w:type="dxa"/>
          </w:tcPr>
          <w:p w14:paraId="66D39C9A" w14:textId="1211AA9A" w:rsidR="00C273DF" w:rsidRDefault="00F561A2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Seminarium licencjackie: wybór promotora i tematu pracy </w:t>
            </w:r>
            <w:r w:rsidRPr="006B6877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Pr="006B6877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DC45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3DF" w:rsidRPr="00B169DF" w14:paraId="76541D3F" w14:textId="77777777" w:rsidTr="00C273DF">
        <w:tc>
          <w:tcPr>
            <w:tcW w:w="9520" w:type="dxa"/>
          </w:tcPr>
          <w:p w14:paraId="7C7D8494" w14:textId="37BE13FD" w:rsidR="00C273DF" w:rsidRDefault="00F561A2" w:rsidP="00F56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</w:t>
            </w:r>
            <w:r w:rsidR="00DC45D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badań</w:t>
            </w:r>
            <w:r w:rsidR="00DC45DC">
              <w:rPr>
                <w:rFonts w:ascii="Corbel" w:hAnsi="Corbel"/>
                <w:sz w:val="24"/>
                <w:szCs w:val="24"/>
              </w:rPr>
              <w:t xml:space="preserve"> z wykorzystaniem elementów coachingu – 2godz.</w:t>
            </w:r>
          </w:p>
        </w:tc>
      </w:tr>
      <w:tr w:rsidR="00C273DF" w:rsidRPr="00B169DF" w14:paraId="58487B09" w14:textId="77777777" w:rsidTr="00C273DF">
        <w:tc>
          <w:tcPr>
            <w:tcW w:w="9520" w:type="dxa"/>
          </w:tcPr>
          <w:p w14:paraId="065A7BB5" w14:textId="597689D7" w:rsidR="00C273DF" w:rsidRDefault="00C273DF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elem</w:t>
            </w:r>
            <w:r w:rsidR="00DC45DC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nty prawa autorskiego (system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 – 1 godz.</w:t>
            </w:r>
          </w:p>
        </w:tc>
      </w:tr>
      <w:tr w:rsidR="00DC45DC" w:rsidRPr="00B169DF" w14:paraId="4ECF82F1" w14:textId="77777777" w:rsidTr="00C273DF">
        <w:tc>
          <w:tcPr>
            <w:tcW w:w="9520" w:type="dxa"/>
          </w:tcPr>
          <w:p w14:paraId="273246B6" w14:textId="0CC022F2" w:rsidR="00DC45DC" w:rsidRDefault="00DC45DC" w:rsidP="00C27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dyplomowy (uchwały wewnątrzuczelniane) – 1 godz.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A41668" w14:textId="674FEDCC" w:rsidR="00E21E7D" w:rsidRPr="00B169DF" w:rsidRDefault="00153C41" w:rsidP="00DC45DC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13884A4" w:rsidR="00E960BB" w:rsidRPr="00B169DF" w:rsidRDefault="00D25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Elementy wprowadzenia do problemów technicznych prowadzenia badań w ramach komunikacji międzykulturowej</w:t>
      </w:r>
      <w:r w:rsidR="00DC45DC">
        <w:rPr>
          <w:rFonts w:ascii="Corbel" w:hAnsi="Corbel"/>
          <w:smallCaps w:val="0"/>
          <w:szCs w:val="24"/>
        </w:rPr>
        <w:t xml:space="preserve"> oraz systematyczne </w:t>
      </w:r>
      <w:r>
        <w:rPr>
          <w:rFonts w:ascii="Corbel" w:hAnsi="Corbel"/>
          <w:smallCaps w:val="0"/>
          <w:szCs w:val="24"/>
        </w:rPr>
        <w:t>przygotowania do sporządzenia</w:t>
      </w:r>
      <w:r w:rsidR="00DC45DC">
        <w:rPr>
          <w:rFonts w:ascii="Corbel" w:hAnsi="Corbel"/>
          <w:smallCaps w:val="0"/>
          <w:szCs w:val="24"/>
        </w:rPr>
        <w:t xml:space="preserve"> prac pisemnych będących etapami przygotowania pracy dyplomowej</w:t>
      </w: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273DF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5FB3" w:rsidRPr="00B169DF" w14:paraId="7BB73CFA" w14:textId="77777777" w:rsidTr="00C273DF">
        <w:tc>
          <w:tcPr>
            <w:tcW w:w="1962" w:type="dxa"/>
          </w:tcPr>
          <w:p w14:paraId="1743C3D2" w14:textId="6C5C381E" w:rsidR="00195FB3" w:rsidRPr="009C54AE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DBC19EC" w14:textId="66C8A367" w:rsidR="00195FB3" w:rsidRPr="00731751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543B22EA" w14:textId="26C90909" w:rsidR="00195FB3" w:rsidRPr="001E22C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195FB3" w:rsidRPr="00B169DF" w14:paraId="64550144" w14:textId="77777777" w:rsidTr="00C273DF">
        <w:tc>
          <w:tcPr>
            <w:tcW w:w="1962" w:type="dxa"/>
          </w:tcPr>
          <w:p w14:paraId="28F969F3" w14:textId="28E1C4F8" w:rsidR="00195FB3" w:rsidRPr="009C54AE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3626260" w14:textId="1A9338D0" w:rsidR="00195FB3" w:rsidRPr="00975796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7064C135" w14:textId="1E590B2D" w:rsidR="00195FB3" w:rsidRPr="001E22C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195FB3" w:rsidRPr="00B169DF" w14:paraId="1E24ED85" w14:textId="77777777" w:rsidTr="00C273DF">
        <w:tc>
          <w:tcPr>
            <w:tcW w:w="1962" w:type="dxa"/>
          </w:tcPr>
          <w:p w14:paraId="2C2E55D8" w14:textId="784E317C" w:rsid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8A00455" w14:textId="4B9DD67D" w:rsidR="00195FB3" w:rsidRP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FB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7DD2E194" w14:textId="7205C2B0" w:rsidR="00195FB3" w:rsidRPr="001E22C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195FB3" w:rsidRPr="00B169DF" w14:paraId="35C74C3D" w14:textId="77777777" w:rsidTr="00C273DF">
        <w:tc>
          <w:tcPr>
            <w:tcW w:w="1962" w:type="dxa"/>
          </w:tcPr>
          <w:p w14:paraId="33D8F414" w14:textId="6ACD689E" w:rsid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5186C8C" w14:textId="329FD405" w:rsidR="00195FB3" w:rsidRPr="00EC3AD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5090310" w14:textId="39C48851" w:rsidR="00195FB3" w:rsidRP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195FB3" w:rsidRPr="00B169DF" w14:paraId="67D1A0F1" w14:textId="77777777" w:rsidTr="00C273DF">
        <w:tc>
          <w:tcPr>
            <w:tcW w:w="1962" w:type="dxa"/>
          </w:tcPr>
          <w:p w14:paraId="3B308712" w14:textId="653357ED" w:rsid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BA9CEC" w14:textId="0DC73AEE" w:rsidR="00195FB3" w:rsidRPr="00EC3AD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4522EC57" w14:textId="1B943EDD" w:rsidR="00195FB3" w:rsidRPr="001E22C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195FB3" w:rsidRPr="00B169DF" w14:paraId="5F02D166" w14:textId="77777777" w:rsidTr="00C273DF">
        <w:tc>
          <w:tcPr>
            <w:tcW w:w="1962" w:type="dxa"/>
          </w:tcPr>
          <w:p w14:paraId="6D30C996" w14:textId="7DC119E7" w:rsid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B27210" w14:textId="013A5A39" w:rsidR="00195FB3" w:rsidRPr="00195FB3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FB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FCE78F2" w14:textId="01A315E3" w:rsidR="00195FB3" w:rsidRPr="001E22CB" w:rsidRDefault="00195FB3" w:rsidP="00195F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5FB3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0B6DEEBA" w14:textId="39E5C184" w:rsidR="00D2513C" w:rsidRPr="00C34F81" w:rsidRDefault="00D2513C" w:rsidP="00D2513C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1. </w:t>
            </w:r>
            <w:r w:rsidRPr="00C34F81">
              <w:rPr>
                <w:rFonts w:ascii="Corbel" w:hAnsi="Corbel"/>
                <w:b w:val="0"/>
                <w:szCs w:val="24"/>
              </w:rPr>
              <w:t xml:space="preserve">Student regularnie przygotowany do zajęć, aktywny w ich trakcie, potrafi </w:t>
            </w:r>
            <w:r w:rsidRPr="00C34F81">
              <w:rPr>
                <w:rFonts w:ascii="Corbel" w:hAnsi="Corbel"/>
                <w:b w:val="0"/>
                <w:szCs w:val="24"/>
                <w:u w:val="single"/>
              </w:rPr>
              <w:t>bezbłędnie</w:t>
            </w:r>
            <w:r w:rsidRPr="00C34F81">
              <w:rPr>
                <w:rFonts w:ascii="Corbel" w:hAnsi="Corbel"/>
                <w:b w:val="0"/>
                <w:szCs w:val="24"/>
              </w:rPr>
              <w:t xml:space="preserve"> przygotować: temat badawczy, tytuł pracy, tezę pracy, sporządzić przypisy, bibliografię oraz dokonać 3 parafraz dowolnych cytowanych fragmentów: Książki (monografii jedno autorskiej), artykułu z czasopisma, artykułu z pracy zbiorowej - 5, </w:t>
            </w:r>
          </w:p>
          <w:p w14:paraId="136BFB90" w14:textId="74670AE0" w:rsidR="00D2513C" w:rsidRPr="00C34F81" w:rsidRDefault="00D2513C" w:rsidP="00D2513C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C34F81">
              <w:rPr>
                <w:rFonts w:ascii="Corbel" w:hAnsi="Corbel"/>
                <w:b w:val="0"/>
                <w:szCs w:val="24"/>
              </w:rPr>
              <w:lastRenderedPageBreak/>
              <w:t>2.</w:t>
            </w:r>
            <w:r w:rsidRPr="00C34F81">
              <w:rPr>
                <w:rFonts w:ascii="Corbel" w:hAnsi="Corbel"/>
                <w:b w:val="0"/>
                <w:szCs w:val="24"/>
              </w:rPr>
              <w:tab/>
              <w:t>Średnia znajomość problematyki, nieregularna  aktywność podczas zajęć, sporadyczny udział w dyskusjach</w:t>
            </w:r>
            <w:r w:rsidR="00C34F81" w:rsidRPr="00C34F81">
              <w:rPr>
                <w:rFonts w:ascii="Corbel" w:hAnsi="Corbel"/>
                <w:b w:val="0"/>
                <w:szCs w:val="24"/>
              </w:rPr>
              <w:t>. w przygotowaniu:  tematu badawczego, tytułu pracy, tezy pracy, przypisów, bibliografii oraz 3 parafraz dowolnych cytowanych fragmentów: Książki (monografii jedno autorskiej), artykułu z czasopisma, artykułu z pracy zbiorowej</w:t>
            </w:r>
            <w:r w:rsidRPr="00C34F81">
              <w:rPr>
                <w:rFonts w:ascii="Corbel" w:hAnsi="Corbel"/>
                <w:b w:val="0"/>
                <w:szCs w:val="24"/>
              </w:rPr>
              <w:t xml:space="preserve"> </w:t>
            </w:r>
            <w:r w:rsidR="00C34F81" w:rsidRPr="00C34F81">
              <w:rPr>
                <w:rFonts w:ascii="Corbel" w:hAnsi="Corbel"/>
                <w:b w:val="0"/>
                <w:szCs w:val="24"/>
              </w:rPr>
              <w:t xml:space="preserve"> popełnia nie więcej niż 5 błędów</w:t>
            </w:r>
            <w:r w:rsidRPr="00C34F81">
              <w:rPr>
                <w:rFonts w:ascii="Corbel" w:hAnsi="Corbel"/>
                <w:b w:val="0"/>
                <w:szCs w:val="24"/>
              </w:rPr>
              <w:t>– 4</w:t>
            </w:r>
          </w:p>
          <w:p w14:paraId="51851411" w14:textId="6F96C5FE" w:rsidR="00C34F81" w:rsidRPr="00C34F81" w:rsidRDefault="00D2513C" w:rsidP="00C34F81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C34F81">
              <w:rPr>
                <w:rFonts w:ascii="Corbel" w:hAnsi="Corbel"/>
                <w:b w:val="0"/>
                <w:szCs w:val="24"/>
              </w:rPr>
              <w:t>3.</w:t>
            </w:r>
            <w:r w:rsidRPr="00C34F81">
              <w:rPr>
                <w:rFonts w:ascii="Corbel" w:hAnsi="Corbel"/>
                <w:b w:val="0"/>
                <w:szCs w:val="24"/>
              </w:rPr>
              <w:tab/>
              <w:t>Niewielka znajomość problematyki zajęć i brak aktywności podczas dyskusji</w:t>
            </w:r>
            <w:r w:rsidR="00C34F81" w:rsidRPr="00C34F81">
              <w:rPr>
                <w:rFonts w:ascii="Corbel" w:hAnsi="Corbel"/>
                <w:b w:val="0"/>
                <w:szCs w:val="24"/>
              </w:rPr>
              <w:t>. natomiast w przygotowaniu:  tematu badawczego, tytułu pracy, tezy pracy, przypisów, bibliografii oraz 3 parafraz dowolnych cytowanych fragmentów: Książki (monografii jedno autorskiej), artykułu z czasopisma, artykułu z pracy zbiorowej  popełnia nie więcej niż 10 błędów– 3</w:t>
            </w:r>
          </w:p>
          <w:p w14:paraId="2C4A11CB" w14:textId="7700D267" w:rsidR="0085747A" w:rsidRPr="00B169DF" w:rsidRDefault="00D2513C" w:rsidP="00C34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13C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D2513C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C34F81">
              <w:rPr>
                <w:rFonts w:ascii="Corbel" w:hAnsi="Corbel"/>
                <w:b w:val="0"/>
                <w:smallCaps w:val="0"/>
                <w:szCs w:val="24"/>
              </w:rPr>
              <w:t>Więcej</w:t>
            </w:r>
            <w:r w:rsidR="00C34F81" w:rsidRPr="00D2513C">
              <w:rPr>
                <w:rFonts w:ascii="Corbel" w:hAnsi="Corbel"/>
                <w:b w:val="0"/>
                <w:smallCaps w:val="0"/>
                <w:szCs w:val="24"/>
              </w:rPr>
              <w:t xml:space="preserve"> niż 3 niezaliczone nieobecności w zajęciach</w:t>
            </w:r>
            <w:r w:rsidR="00C34F81">
              <w:rPr>
                <w:rFonts w:ascii="Corbel" w:hAnsi="Corbel"/>
                <w:b w:val="0"/>
                <w:smallCaps w:val="0"/>
                <w:szCs w:val="24"/>
              </w:rPr>
              <w:t xml:space="preserve"> i nie potrafi choćby błędnie przygotować</w:t>
            </w:r>
            <w:r w:rsidR="00C34F81" w:rsidRPr="00C34F81">
              <w:rPr>
                <w:rFonts w:ascii="Corbel" w:hAnsi="Corbel"/>
                <w:b w:val="0"/>
                <w:smallCaps w:val="0"/>
                <w:szCs w:val="24"/>
              </w:rPr>
              <w:t xml:space="preserve">:  tematu badawczego, tytułu pracy, tezy pracy, przypisów, bibliografii oraz 3 parafraz dowolnych cytowanych fragmentów: </w:t>
            </w:r>
            <w:r w:rsidR="00C34F8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34F81" w:rsidRPr="00C34F81">
              <w:rPr>
                <w:rFonts w:ascii="Corbel" w:hAnsi="Corbel"/>
                <w:b w:val="0"/>
                <w:smallCaps w:val="0"/>
                <w:szCs w:val="24"/>
              </w:rPr>
              <w:t xml:space="preserve">siążki (monografii jedno autorskiej), artykułu z czasopisma, artykułu z pracy zbiorowej  </w:t>
            </w:r>
            <w:r w:rsidRPr="00D2513C">
              <w:rPr>
                <w:rFonts w:ascii="Corbel" w:hAnsi="Corbel"/>
                <w:b w:val="0"/>
                <w:smallCaps w:val="0"/>
                <w:szCs w:val="24"/>
              </w:rPr>
              <w:t xml:space="preserve">– </w:t>
            </w:r>
            <w:r w:rsidR="00C34F8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381FD32E" w:rsidR="0085747A" w:rsidRPr="00B169DF" w:rsidRDefault="00C27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564ADFEC" w:rsidR="00C61DC5" w:rsidRPr="00B169DF" w:rsidRDefault="00C27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17D328F" w:rsidR="00C273DF" w:rsidRDefault="00C27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B0958EA" w14:textId="4DA5B2C6" w:rsidR="00C61DC5" w:rsidRPr="00C273DF" w:rsidRDefault="00C273DF" w:rsidP="00C273DF">
            <w:r>
              <w:t>40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657B3791" w:rsidR="0085747A" w:rsidRPr="00B169DF" w:rsidRDefault="00C27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255EBF5D" w:rsidR="0085747A" w:rsidRPr="00B169DF" w:rsidRDefault="00C27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0B7E0989" w14:textId="77777777" w:rsidR="00C273DF" w:rsidRDefault="0085747A" w:rsidP="00C273DF">
            <w:pPr>
              <w:pStyle w:val="Punktygwne"/>
              <w:spacing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C273DF">
              <w:t xml:space="preserve"> </w:t>
            </w:r>
          </w:p>
          <w:p w14:paraId="59F122EA" w14:textId="77777777" w:rsidR="00C7707E" w:rsidRDefault="00C273DF" w:rsidP="00C34F8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3DF">
              <w:rPr>
                <w:rFonts w:ascii="Corbel" w:hAnsi="Corbel"/>
                <w:b w:val="0"/>
                <w:smallCaps w:val="0"/>
                <w:szCs w:val="24"/>
              </w:rPr>
              <w:t xml:space="preserve">J. Boć, </w:t>
            </w:r>
            <w:r w:rsidRPr="00C7707E">
              <w:rPr>
                <w:rFonts w:ascii="Corbel" w:hAnsi="Corbel"/>
                <w:b w:val="0"/>
                <w:i/>
                <w:smallCaps w:val="0"/>
                <w:szCs w:val="24"/>
              </w:rPr>
              <w:t>Jak posiać pracę magisterską</w:t>
            </w:r>
            <w:r w:rsidRPr="00C273DF">
              <w:rPr>
                <w:rFonts w:ascii="Corbel" w:hAnsi="Corbel"/>
                <w:b w:val="0"/>
                <w:smallCaps w:val="0"/>
                <w:szCs w:val="24"/>
              </w:rPr>
              <w:t>, Kolonia Limited 2006</w:t>
            </w:r>
            <w:r w:rsidR="00C7707E">
              <w:rPr>
                <w:rFonts w:ascii="Corbel" w:hAnsi="Corbel"/>
                <w:b w:val="0"/>
                <w:smallCaps w:val="0"/>
                <w:szCs w:val="24"/>
              </w:rPr>
              <w:t>, ss. 74</w:t>
            </w:r>
            <w:r w:rsidR="00C7707E" w:rsidRPr="00C273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157E89B" w14:textId="6ADDCC3D" w:rsidR="0085747A" w:rsidRPr="00C34F81" w:rsidRDefault="00C7707E" w:rsidP="00C34F8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3DF">
              <w:rPr>
                <w:rFonts w:ascii="Corbel" w:hAnsi="Corbel"/>
                <w:b w:val="0"/>
                <w:smallCaps w:val="0"/>
                <w:szCs w:val="24"/>
              </w:rPr>
              <w:t xml:space="preserve">M. Krajewski, </w:t>
            </w:r>
            <w:r w:rsidRPr="00C7707E">
              <w:rPr>
                <w:rFonts w:ascii="Corbel" w:hAnsi="Corbel"/>
                <w:b w:val="0"/>
                <w:i/>
                <w:smallCaps w:val="0"/>
                <w:szCs w:val="24"/>
              </w:rPr>
              <w:t>O metodologii nauk i zasadach pisarstwa naukowego. Uwagi podstawowe</w:t>
            </w:r>
            <w:r w:rsidRPr="00C273DF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62 –98.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700D579B" w14:textId="77777777" w:rsidR="00C273DF" w:rsidRDefault="0085747A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72CD0A9" w14:textId="12150E09" w:rsidR="00C34F81" w:rsidRDefault="0085747A" w:rsidP="00C34F8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</w:p>
          <w:p w14:paraId="7E85579D" w14:textId="46C26211" w:rsidR="00C34F81" w:rsidRPr="00C273DF" w:rsidRDefault="00C34F81" w:rsidP="00C34F8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Tokarski</w:t>
            </w:r>
            <w:r w:rsidRPr="00C273DF">
              <w:rPr>
                <w:rFonts w:ascii="Corbel" w:hAnsi="Corbel"/>
                <w:b w:val="0"/>
                <w:smallCaps w:val="0"/>
                <w:szCs w:val="24"/>
              </w:rPr>
              <w:t>, Technologia pracy umysłowej, Warszawa 2001</w:t>
            </w:r>
            <w:r w:rsidR="00C7707E">
              <w:rPr>
                <w:rFonts w:ascii="Corbel" w:hAnsi="Corbel"/>
                <w:b w:val="0"/>
                <w:smallCaps w:val="0"/>
                <w:szCs w:val="24"/>
              </w:rPr>
              <w:t>, s. 82 - 120</w:t>
            </w:r>
          </w:p>
          <w:p w14:paraId="0D8CF9D3" w14:textId="03887B18" w:rsidR="0085747A" w:rsidRPr="00C34F81" w:rsidRDefault="00C273DF" w:rsidP="00C27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5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Nowak, Metodologia badań społecznych. , Wydawnictwo Naukowe PWN, Warszawa 2007</w:t>
            </w:r>
            <w:r w:rsidR="00C77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126 – 176.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66F79" w14:textId="77777777" w:rsidR="002A7294" w:rsidRDefault="002A7294" w:rsidP="00C16ABF">
      <w:pPr>
        <w:spacing w:after="0" w:line="240" w:lineRule="auto"/>
      </w:pPr>
      <w:r>
        <w:separator/>
      </w:r>
    </w:p>
  </w:endnote>
  <w:endnote w:type="continuationSeparator" w:id="0">
    <w:p w14:paraId="1A30C828" w14:textId="77777777" w:rsidR="002A7294" w:rsidRDefault="002A72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C96B6" w14:textId="77777777" w:rsidR="002A7294" w:rsidRDefault="002A7294" w:rsidP="00C16ABF">
      <w:pPr>
        <w:spacing w:after="0" w:line="240" w:lineRule="auto"/>
      </w:pPr>
      <w:r>
        <w:separator/>
      </w:r>
    </w:p>
  </w:footnote>
  <w:footnote w:type="continuationSeparator" w:id="0">
    <w:p w14:paraId="04F0EF05" w14:textId="77777777" w:rsidR="002A7294" w:rsidRDefault="002A7294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261710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5FB3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9D4"/>
    <w:rsid w:val="002A22BF"/>
    <w:rsid w:val="002A2389"/>
    <w:rsid w:val="002A671D"/>
    <w:rsid w:val="002A729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31E2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29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D9A"/>
    <w:rsid w:val="008C0CC0"/>
    <w:rsid w:val="008C19A9"/>
    <w:rsid w:val="008C379D"/>
    <w:rsid w:val="008C5147"/>
    <w:rsid w:val="008C5359"/>
    <w:rsid w:val="008C5363"/>
    <w:rsid w:val="008D3DFB"/>
    <w:rsid w:val="008E0E3C"/>
    <w:rsid w:val="008E64F4"/>
    <w:rsid w:val="008F12C9"/>
    <w:rsid w:val="008F6E29"/>
    <w:rsid w:val="00916188"/>
    <w:rsid w:val="00923D7D"/>
    <w:rsid w:val="009320E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AC0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3DF"/>
    <w:rsid w:val="00C324C1"/>
    <w:rsid w:val="00C34F81"/>
    <w:rsid w:val="00C36992"/>
    <w:rsid w:val="00C56036"/>
    <w:rsid w:val="00C61DC5"/>
    <w:rsid w:val="00C67E92"/>
    <w:rsid w:val="00C70A26"/>
    <w:rsid w:val="00C766DF"/>
    <w:rsid w:val="00C7707E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3751"/>
    <w:rsid w:val="00D17C3C"/>
    <w:rsid w:val="00D251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C45DC"/>
    <w:rsid w:val="00DE09C0"/>
    <w:rsid w:val="00DE4A14"/>
    <w:rsid w:val="00DF320D"/>
    <w:rsid w:val="00DF71C8"/>
    <w:rsid w:val="00E129B8"/>
    <w:rsid w:val="00E17CE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A2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1A2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F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2CDC-4003-47E2-A69A-F2C54EBE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60</TotalTime>
  <Pages>5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7</cp:revision>
  <cp:lastPrinted>2019-02-06T12:12:00Z</cp:lastPrinted>
  <dcterms:created xsi:type="dcterms:W3CDTF">2024-09-12T20:14:00Z</dcterms:created>
  <dcterms:modified xsi:type="dcterms:W3CDTF">2025-06-30T08:39:00Z</dcterms:modified>
</cp:coreProperties>
</file>